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84E3" w14:textId="77777777" w:rsidR="005477FE" w:rsidRPr="00FB436C" w:rsidRDefault="00FB436C">
      <w:pPr>
        <w:rPr>
          <w:sz w:val="24"/>
        </w:rPr>
      </w:pPr>
      <w:r w:rsidRPr="00FB436C">
        <w:rPr>
          <w:sz w:val="24"/>
        </w:rPr>
        <w:t>No</w:t>
      </w:r>
      <w:r>
        <w:rPr>
          <w:sz w:val="24"/>
        </w:rPr>
        <w:t>m: ___________________________</w:t>
      </w:r>
      <w:r w:rsidRPr="00FB436C">
        <w:rPr>
          <w:sz w:val="24"/>
        </w:rPr>
        <w:t>______</w:t>
      </w:r>
      <w:r w:rsidRPr="00FB436C">
        <w:rPr>
          <w:sz w:val="24"/>
        </w:rPr>
        <w:tab/>
        <w:t xml:space="preserve">Prénom: </w:t>
      </w:r>
      <w:r>
        <w:rPr>
          <w:sz w:val="24"/>
        </w:rPr>
        <w:t>______________________________</w:t>
      </w:r>
      <w:r w:rsidRPr="00FB436C">
        <w:rPr>
          <w:sz w:val="24"/>
        </w:rPr>
        <w:t>_______</w:t>
      </w:r>
    </w:p>
    <w:p w14:paraId="38A72613" w14:textId="24C64585" w:rsidR="00FB436C" w:rsidRPr="00FB436C" w:rsidRDefault="00FB436C" w:rsidP="00FB436C">
      <w:pPr>
        <w:spacing w:after="0" w:line="240" w:lineRule="auto"/>
        <w:jc w:val="center"/>
        <w:rPr>
          <w:b/>
          <w:sz w:val="28"/>
        </w:rPr>
      </w:pPr>
      <w:r w:rsidRPr="00FB436C">
        <w:rPr>
          <w:b/>
          <w:sz w:val="28"/>
        </w:rPr>
        <w:t xml:space="preserve">Français </w:t>
      </w:r>
      <w:r w:rsidR="00EC67C1">
        <w:rPr>
          <w:b/>
          <w:sz w:val="28"/>
        </w:rPr>
        <w:t>3</w:t>
      </w:r>
      <w:r w:rsidRPr="00FB436C">
        <w:rPr>
          <w:b/>
          <w:sz w:val="28"/>
        </w:rPr>
        <w:t xml:space="preserve"> – Unité </w:t>
      </w:r>
      <w:r w:rsidR="00EC67C1">
        <w:rPr>
          <w:b/>
          <w:sz w:val="28"/>
        </w:rPr>
        <w:t>4</w:t>
      </w:r>
      <w:bookmarkStart w:id="0" w:name="_GoBack"/>
      <w:bookmarkEnd w:id="0"/>
    </w:p>
    <w:p w14:paraId="01DB7BF5" w14:textId="6341CAB0" w:rsidR="00F46A9D" w:rsidRDefault="00FE2A28" w:rsidP="00924281">
      <w:pPr>
        <w:spacing w:after="0" w:line="24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La technologie et vous !</w:t>
      </w:r>
    </w:p>
    <w:p w14:paraId="0A15DAE3" w14:textId="46AA6D67" w:rsidR="00FE2A28" w:rsidRDefault="00FE2A28" w:rsidP="00FB436C">
      <w:pPr>
        <w:spacing w:after="0" w:line="240" w:lineRule="auto"/>
        <w:jc w:val="center"/>
        <w:rPr>
          <w:b/>
          <w:i/>
          <w:sz w:val="28"/>
        </w:rPr>
      </w:pPr>
    </w:p>
    <w:p w14:paraId="1333F13F" w14:textId="523AC52A" w:rsidR="002D792D" w:rsidRDefault="002D792D" w:rsidP="00FB436C">
      <w:pPr>
        <w:spacing w:after="0" w:line="240" w:lineRule="auto"/>
        <w:jc w:val="center"/>
        <w:rPr>
          <w:b/>
          <w:sz w:val="28"/>
        </w:rPr>
      </w:pPr>
      <w:r>
        <w:rPr>
          <w:b/>
          <w:i/>
          <w:sz w:val="28"/>
        </w:rPr>
        <w:t>Remue-méninges : L’influence de la technologie en Afrique</w:t>
      </w:r>
    </w:p>
    <w:p w14:paraId="21190FC4" w14:textId="77777777" w:rsidR="00056135" w:rsidRDefault="00056135" w:rsidP="00924281">
      <w:pPr>
        <w:spacing w:after="0" w:line="240" w:lineRule="auto"/>
        <w:rPr>
          <w:b/>
          <w:sz w:val="28"/>
        </w:rPr>
      </w:pPr>
    </w:p>
    <w:p w14:paraId="6FB73895" w14:textId="4A72347B" w:rsidR="009F301C" w:rsidRPr="000646F5" w:rsidRDefault="009F301C" w:rsidP="000646F5">
      <w:pPr>
        <w:rPr>
          <w:sz w:val="24"/>
          <w:lang w:val="en-US"/>
        </w:rPr>
      </w:pPr>
      <w:r>
        <w:rPr>
          <w:b/>
          <w:sz w:val="24"/>
        </w:rPr>
        <w:t>Contexte</w:t>
      </w:r>
      <w:r w:rsidR="009830CE">
        <w:rPr>
          <w:b/>
          <w:sz w:val="24"/>
        </w:rPr>
        <w:t xml:space="preserve">: </w:t>
      </w:r>
      <w:r w:rsidR="000646F5" w:rsidRPr="002D792D">
        <w:rPr>
          <w:sz w:val="24"/>
        </w:rPr>
        <w:t>Votre professeur de français vous a assigné une rédaction dans laquelle vous allez décrire comment la technologie pourrait transformer l’Afrique.</w:t>
      </w:r>
      <w:r w:rsidR="002D792D">
        <w:rPr>
          <w:sz w:val="24"/>
          <w:lang w:val="en-US"/>
        </w:rPr>
        <w:t xml:space="preserve"> </w:t>
      </w:r>
      <w:r w:rsidR="000646F5" w:rsidRPr="002D792D">
        <w:rPr>
          <w:sz w:val="24"/>
        </w:rPr>
        <w:t>Afin de</w:t>
      </w:r>
      <w:r w:rsidR="002D792D">
        <w:rPr>
          <w:rStyle w:val="FootnoteReference"/>
          <w:sz w:val="24"/>
        </w:rPr>
        <w:footnoteReference w:id="1"/>
      </w:r>
      <w:r w:rsidR="000646F5" w:rsidRPr="002D792D">
        <w:rPr>
          <w:sz w:val="24"/>
        </w:rPr>
        <w:t xml:space="preserve"> vous préparer pour cette rédaction, vous avez décidé de travailler avec un/e autre élève et partager quelques idées possible</w:t>
      </w:r>
      <w:r w:rsidR="002D792D">
        <w:rPr>
          <w:sz w:val="24"/>
        </w:rPr>
        <w:t>s</w:t>
      </w:r>
      <w:r w:rsidR="000646F5" w:rsidRPr="002D792D">
        <w:rPr>
          <w:sz w:val="24"/>
        </w:rPr>
        <w:t xml:space="preserve"> pour la rédaction.</w:t>
      </w:r>
    </w:p>
    <w:p w14:paraId="47970AE0" w14:textId="62A76247" w:rsidR="002D792D" w:rsidRPr="000646F5" w:rsidRDefault="009F301C" w:rsidP="000646F5">
      <w:pPr>
        <w:rPr>
          <w:sz w:val="24"/>
          <w:lang w:val="en-US"/>
        </w:rPr>
      </w:pPr>
      <w:r>
        <w:rPr>
          <w:b/>
          <w:sz w:val="24"/>
        </w:rPr>
        <w:t>Tâche :</w:t>
      </w:r>
      <w:r>
        <w:rPr>
          <w:sz w:val="24"/>
        </w:rPr>
        <w:t xml:space="preserve"> </w:t>
      </w:r>
      <w:r w:rsidR="000646F5" w:rsidRPr="002D792D">
        <w:rPr>
          <w:sz w:val="24"/>
        </w:rPr>
        <w:t xml:space="preserve">Réfléchir à des </w:t>
      </w:r>
      <w:r w:rsidR="000646F5" w:rsidRPr="002D792D">
        <w:rPr>
          <w:b/>
          <w:bCs/>
          <w:i/>
          <w:iCs/>
          <w:sz w:val="24"/>
        </w:rPr>
        <w:t xml:space="preserve">situations hypothétiques </w:t>
      </w:r>
      <w:r w:rsidR="000646F5" w:rsidRPr="002D792D">
        <w:rPr>
          <w:sz w:val="24"/>
        </w:rPr>
        <w:t xml:space="preserve">qui consistent des </w:t>
      </w:r>
      <w:r w:rsidR="000646F5" w:rsidRPr="002D792D">
        <w:rPr>
          <w:b/>
          <w:bCs/>
          <w:sz w:val="24"/>
        </w:rPr>
        <w:t xml:space="preserve">actions </w:t>
      </w:r>
      <w:r w:rsidR="000646F5" w:rsidRPr="002D792D">
        <w:rPr>
          <w:sz w:val="24"/>
        </w:rPr>
        <w:t xml:space="preserve">et </w:t>
      </w:r>
      <w:r w:rsidR="000646F5" w:rsidRPr="002D792D">
        <w:rPr>
          <w:b/>
          <w:bCs/>
          <w:sz w:val="24"/>
        </w:rPr>
        <w:t>conséquence</w:t>
      </w:r>
    </w:p>
    <w:p w14:paraId="4FBEE2C2" w14:textId="23A79252" w:rsidR="009F301C" w:rsidRDefault="009F301C" w:rsidP="00924281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But : </w:t>
      </w:r>
      <w:r w:rsidR="002D792D">
        <w:rPr>
          <w:sz w:val="24"/>
        </w:rPr>
        <w:t>Partager les idées pour écrire une bonne rédaction complète</w:t>
      </w:r>
    </w:p>
    <w:p w14:paraId="3AC3A216" w14:textId="61E6665A" w:rsidR="00E07257" w:rsidRDefault="00845E61" w:rsidP="00924281">
      <w:pPr>
        <w:spacing w:after="0" w:line="240" w:lineRule="auto"/>
        <w:rPr>
          <w:sz w:val="24"/>
        </w:rPr>
      </w:pPr>
      <w:r>
        <w:rPr>
          <w:b/>
          <w:i/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A08CE6" wp14:editId="70179181">
                <wp:simplePos x="0" y="0"/>
                <wp:positionH relativeFrom="column">
                  <wp:posOffset>3771900</wp:posOffset>
                </wp:positionH>
                <wp:positionV relativeFrom="paragraph">
                  <wp:posOffset>792480</wp:posOffset>
                </wp:positionV>
                <wp:extent cx="209550" cy="342900"/>
                <wp:effectExtent l="50800" t="50800" r="19050" b="13970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42900"/>
                        </a:xfrm>
                        <a:prstGeom prst="rightArrow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297pt;margin-top:62.4pt;width:16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" adj="10800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</w:p>
    <w:p w14:paraId="597E9E54" w14:textId="05BEAF6C" w:rsidR="00056135" w:rsidRDefault="00056135" w:rsidP="00924281">
      <w:pPr>
        <w:spacing w:after="0" w:line="240" w:lineRule="auto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6"/>
        <w:gridCol w:w="3642"/>
        <w:gridCol w:w="4050"/>
      </w:tblGrid>
      <w:tr w:rsidR="00056135" w14:paraId="501C126B" w14:textId="77777777" w:rsidTr="00845E61">
        <w:tc>
          <w:tcPr>
            <w:tcW w:w="2586" w:type="dxa"/>
            <w:shd w:val="clear" w:color="auto" w:fill="CCCCCC"/>
          </w:tcPr>
          <w:p w14:paraId="6A749E55" w14:textId="7D1173CC" w:rsidR="00056135" w:rsidRDefault="00056135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Conjonction</w:t>
            </w:r>
          </w:p>
        </w:tc>
        <w:tc>
          <w:tcPr>
            <w:tcW w:w="3642" w:type="dxa"/>
            <w:shd w:val="clear" w:color="auto" w:fill="CCCCCC"/>
          </w:tcPr>
          <w:p w14:paraId="16EB1765" w14:textId="18F590E6" w:rsidR="002D792D" w:rsidRPr="00056135" w:rsidRDefault="002D792D" w:rsidP="002D7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ACTION</w:t>
            </w:r>
          </w:p>
        </w:tc>
        <w:tc>
          <w:tcPr>
            <w:tcW w:w="4050" w:type="dxa"/>
            <w:shd w:val="clear" w:color="auto" w:fill="CCCCCC"/>
          </w:tcPr>
          <w:p w14:paraId="53ED427A" w14:textId="7549660E" w:rsidR="00056135" w:rsidRDefault="002D792D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CONSÉQUENCE</w:t>
            </w:r>
          </w:p>
        </w:tc>
      </w:tr>
      <w:tr w:rsidR="00845E61" w14:paraId="0976E010" w14:textId="77777777" w:rsidTr="00845E61">
        <w:trPr>
          <w:trHeight w:val="980"/>
        </w:trPr>
        <w:tc>
          <w:tcPr>
            <w:tcW w:w="2586" w:type="dxa"/>
          </w:tcPr>
          <w:p w14:paraId="20B215C4" w14:textId="6AD9B90E" w:rsidR="00845E61" w:rsidRDefault="00845E61" w:rsidP="009F301C">
            <w:pPr>
              <w:jc w:val="center"/>
              <w:rPr>
                <w:b/>
                <w:i/>
                <w:sz w:val="24"/>
              </w:rPr>
            </w:pPr>
          </w:p>
          <w:p w14:paraId="64F92819" w14:textId="3D9D5089" w:rsidR="000646F5" w:rsidRDefault="000646F5" w:rsidP="009F301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95EBD2" wp14:editId="57277AC0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64770</wp:posOffset>
                      </wp:positionV>
                      <wp:extent cx="209550" cy="342900"/>
                      <wp:effectExtent l="50800" t="50800" r="19050" b="13970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2" o:spid="_x0000_s1026" type="#_x0000_t13" style="position:absolute;margin-left:115.5pt;margin-top:5.1pt;width:16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  <w:p w14:paraId="458421D2" w14:textId="25EE29B7" w:rsidR="00845E61" w:rsidRDefault="00845E61" w:rsidP="00845E61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Si…</w:t>
            </w:r>
          </w:p>
          <w:p w14:paraId="207953D8" w14:textId="44C45802" w:rsidR="000646F5" w:rsidRPr="00056135" w:rsidRDefault="000646F5" w:rsidP="00845E61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642" w:type="dxa"/>
          </w:tcPr>
          <w:p w14:paraId="168B5891" w14:textId="77777777" w:rsidR="00845E61" w:rsidRDefault="00845E61" w:rsidP="009F301C">
            <w:pPr>
              <w:jc w:val="center"/>
              <w:rPr>
                <w:b/>
                <w:sz w:val="24"/>
              </w:rPr>
            </w:pPr>
          </w:p>
          <w:p w14:paraId="67B2865C" w14:textId="4115F0EE" w:rsidR="00845E61" w:rsidRDefault="00845E61" w:rsidP="009F301C">
            <w:pPr>
              <w:jc w:val="center"/>
              <w:rPr>
                <w:b/>
                <w:sz w:val="24"/>
              </w:rPr>
            </w:pPr>
          </w:p>
          <w:p w14:paraId="6992405C" w14:textId="77777777" w:rsidR="00845E61" w:rsidRDefault="00845E61" w:rsidP="009F301C">
            <w:pPr>
              <w:jc w:val="center"/>
              <w:rPr>
                <w:b/>
                <w:sz w:val="24"/>
              </w:rPr>
            </w:pPr>
          </w:p>
        </w:tc>
        <w:tc>
          <w:tcPr>
            <w:tcW w:w="4050" w:type="dxa"/>
          </w:tcPr>
          <w:p w14:paraId="09606106" w14:textId="77777777" w:rsidR="00845E61" w:rsidRDefault="00845E61" w:rsidP="009F301C">
            <w:pPr>
              <w:jc w:val="center"/>
              <w:rPr>
                <w:b/>
                <w:sz w:val="24"/>
              </w:rPr>
            </w:pPr>
          </w:p>
          <w:p w14:paraId="2ABC00C9" w14:textId="46632BD1" w:rsidR="00845E61" w:rsidRDefault="00845E61" w:rsidP="002D792D">
            <w:pPr>
              <w:jc w:val="center"/>
              <w:rPr>
                <w:b/>
                <w:sz w:val="24"/>
              </w:rPr>
            </w:pPr>
          </w:p>
        </w:tc>
      </w:tr>
      <w:tr w:rsidR="002D792D" w14:paraId="78383B17" w14:textId="77777777" w:rsidTr="00056135">
        <w:tc>
          <w:tcPr>
            <w:tcW w:w="2586" w:type="dxa"/>
          </w:tcPr>
          <w:p w14:paraId="79124DDA" w14:textId="77777777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</w:p>
          <w:p w14:paraId="4883B5D0" w14:textId="1AA0BA4A" w:rsidR="002D792D" w:rsidRDefault="00845E61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A19CFC" wp14:editId="53C8D560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164465</wp:posOffset>
                      </wp:positionV>
                      <wp:extent cx="209550" cy="342900"/>
                      <wp:effectExtent l="50800" t="50800" r="19050" b="13970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4" o:spid="_x0000_s1026" type="#_x0000_t13" style="position:absolute;margin-left:115.5pt;margin-top:12.95pt;width:16.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  <w:p w14:paraId="7FE2D815" w14:textId="411F4226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Si…</w:t>
            </w:r>
          </w:p>
          <w:p w14:paraId="4E4198DC" w14:textId="77777777" w:rsidR="002D792D" w:rsidRDefault="002D792D" w:rsidP="009F301C">
            <w:pPr>
              <w:jc w:val="center"/>
              <w:rPr>
                <w:b/>
                <w:i/>
                <w:sz w:val="24"/>
              </w:rPr>
            </w:pPr>
          </w:p>
          <w:p w14:paraId="72D6D4D1" w14:textId="5CA0EDD7" w:rsidR="000646F5" w:rsidRDefault="000646F5" w:rsidP="009F301C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642" w:type="dxa"/>
          </w:tcPr>
          <w:p w14:paraId="7AAA40C2" w14:textId="60A68C62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36AF5AA0" w14:textId="70647612" w:rsidR="002D792D" w:rsidRDefault="000646F5" w:rsidP="009F301C">
            <w:pPr>
              <w:jc w:val="center"/>
              <w:rPr>
                <w:b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74D52C" wp14:editId="7692539A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114300</wp:posOffset>
                      </wp:positionV>
                      <wp:extent cx="209550" cy="342900"/>
                      <wp:effectExtent l="50800" t="50800" r="19050" b="139700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5" o:spid="_x0000_s1026" type="#_x0000_t13" style="position:absolute;margin-left:167.7pt;margin-top:9pt;width:16.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</w:tc>
        <w:tc>
          <w:tcPr>
            <w:tcW w:w="4050" w:type="dxa"/>
          </w:tcPr>
          <w:p w14:paraId="5E1EFD17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003479FB" w14:textId="43CA494E" w:rsidR="002D792D" w:rsidRDefault="002D792D" w:rsidP="009F301C">
            <w:pPr>
              <w:jc w:val="center"/>
              <w:rPr>
                <w:b/>
                <w:sz w:val="24"/>
              </w:rPr>
            </w:pPr>
          </w:p>
        </w:tc>
      </w:tr>
      <w:tr w:rsidR="002D792D" w14:paraId="2D133703" w14:textId="77777777" w:rsidTr="00056135">
        <w:tc>
          <w:tcPr>
            <w:tcW w:w="2586" w:type="dxa"/>
          </w:tcPr>
          <w:p w14:paraId="459202B8" w14:textId="77777777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</w:p>
          <w:p w14:paraId="181F3FE9" w14:textId="7D2C8130" w:rsidR="002D792D" w:rsidRDefault="00845E61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FBF6C9" wp14:editId="51854B9F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171450</wp:posOffset>
                      </wp:positionV>
                      <wp:extent cx="209550" cy="342900"/>
                      <wp:effectExtent l="50800" t="50800" r="19050" b="139700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6" o:spid="_x0000_s1026" type="#_x0000_t13" style="position:absolute;margin-left:115.5pt;margin-top:13.5pt;width:16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  <w:p w14:paraId="01E382EC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Si…</w:t>
            </w:r>
          </w:p>
          <w:p w14:paraId="0D7F1BAC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</w:p>
          <w:p w14:paraId="1611EB7F" w14:textId="77777777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642" w:type="dxa"/>
          </w:tcPr>
          <w:p w14:paraId="70834A49" w14:textId="42BD386B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48842C85" w14:textId="702A3E01" w:rsidR="002D792D" w:rsidRDefault="000646F5" w:rsidP="00B6519A">
            <w:pPr>
              <w:jc w:val="center"/>
              <w:rPr>
                <w:b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B3D9370" wp14:editId="020419D2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206375</wp:posOffset>
                      </wp:positionV>
                      <wp:extent cx="209550" cy="342900"/>
                      <wp:effectExtent l="50800" t="50800" r="19050" b="139700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7" o:spid="_x0000_s1026" type="#_x0000_t13" style="position:absolute;margin-left:167.7pt;margin-top:16.25pt;width:16.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</w:tc>
        <w:tc>
          <w:tcPr>
            <w:tcW w:w="4050" w:type="dxa"/>
          </w:tcPr>
          <w:p w14:paraId="0F83BE98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11ACCBCD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</w:tc>
      </w:tr>
      <w:tr w:rsidR="002D792D" w14:paraId="733DB3D7" w14:textId="77777777" w:rsidTr="00056135">
        <w:tc>
          <w:tcPr>
            <w:tcW w:w="2586" w:type="dxa"/>
          </w:tcPr>
          <w:p w14:paraId="4C461F60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</w:p>
          <w:p w14:paraId="60554C41" w14:textId="3E0C368C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86D1F9A" wp14:editId="68C876D3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69850</wp:posOffset>
                      </wp:positionV>
                      <wp:extent cx="209550" cy="342900"/>
                      <wp:effectExtent l="50800" t="50800" r="19050" b="139700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8" o:spid="_x0000_s1026" type="#_x0000_t13" style="position:absolute;margin-left:115.5pt;margin-top:5.5pt;width:16.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  <w:p w14:paraId="392E7E11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Si…</w:t>
            </w:r>
          </w:p>
          <w:p w14:paraId="435B5159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</w:p>
          <w:p w14:paraId="7B85064D" w14:textId="77777777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642" w:type="dxa"/>
          </w:tcPr>
          <w:p w14:paraId="47A723FF" w14:textId="453CD426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394FB242" w14:textId="3FD734AA" w:rsidR="002D792D" w:rsidRDefault="000646F5" w:rsidP="00B6519A">
            <w:pPr>
              <w:jc w:val="center"/>
              <w:rPr>
                <w:b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6CBDEC" wp14:editId="02C55E8A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69850</wp:posOffset>
                      </wp:positionV>
                      <wp:extent cx="209550" cy="342900"/>
                      <wp:effectExtent l="50800" t="50800" r="19050" b="139700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9" o:spid="_x0000_s1026" type="#_x0000_t13" style="position:absolute;margin-left:167.7pt;margin-top:5.5pt;width:16.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</w:tc>
        <w:tc>
          <w:tcPr>
            <w:tcW w:w="4050" w:type="dxa"/>
          </w:tcPr>
          <w:p w14:paraId="721CD4F6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4176523D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</w:tc>
      </w:tr>
      <w:tr w:rsidR="002D792D" w14:paraId="2B8F368E" w14:textId="77777777" w:rsidTr="00056135">
        <w:tc>
          <w:tcPr>
            <w:tcW w:w="2586" w:type="dxa"/>
          </w:tcPr>
          <w:p w14:paraId="61DB281F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</w:p>
          <w:p w14:paraId="214CA737" w14:textId="58690A3D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85798D" wp14:editId="2F3C4FC8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47625</wp:posOffset>
                      </wp:positionV>
                      <wp:extent cx="209550" cy="342900"/>
                      <wp:effectExtent l="50800" t="50800" r="19050" b="139700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4" o:spid="_x0000_s1026" type="#_x0000_t13" style="position:absolute;margin-left:115.5pt;margin-top:3.75pt;width:16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  <w:p w14:paraId="2F9F0C1F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Si…</w:t>
            </w:r>
          </w:p>
          <w:p w14:paraId="14B7A154" w14:textId="77777777" w:rsidR="002D792D" w:rsidRDefault="002D792D" w:rsidP="00B6519A">
            <w:pPr>
              <w:jc w:val="center"/>
              <w:rPr>
                <w:b/>
                <w:i/>
                <w:sz w:val="24"/>
              </w:rPr>
            </w:pPr>
          </w:p>
          <w:p w14:paraId="7FF981A5" w14:textId="77777777" w:rsidR="000646F5" w:rsidRDefault="000646F5" w:rsidP="00B6519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3642" w:type="dxa"/>
          </w:tcPr>
          <w:p w14:paraId="03A0D975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21EFA455" w14:textId="43275EB4" w:rsidR="002D792D" w:rsidRDefault="00845E61" w:rsidP="00B6519A">
            <w:pPr>
              <w:jc w:val="center"/>
              <w:rPr>
                <w:b/>
                <w:sz w:val="24"/>
              </w:rPr>
            </w:pPr>
            <w:r>
              <w:rPr>
                <w:b/>
                <w:i/>
                <w:noProof/>
                <w:sz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DE3C3DE" wp14:editId="22B5B061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47625</wp:posOffset>
                      </wp:positionV>
                      <wp:extent cx="209550" cy="342900"/>
                      <wp:effectExtent l="50800" t="50800" r="19050" b="139700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342900"/>
                              </a:xfrm>
                              <a:prstGeom prst="rightArrow">
                                <a:avLst/>
                              </a:prstGeom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5" o:spid="_x0000_s1026" type="#_x0000_t13" style="position:absolute;margin-left:167.7pt;margin-top:3.75pt;width:16.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" adj="10800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</v:shape>
                  </w:pict>
                </mc:Fallback>
              </mc:AlternateContent>
            </w:r>
          </w:p>
        </w:tc>
        <w:tc>
          <w:tcPr>
            <w:tcW w:w="4050" w:type="dxa"/>
          </w:tcPr>
          <w:p w14:paraId="4CC308F6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  <w:p w14:paraId="0180216E" w14:textId="77777777" w:rsidR="002D792D" w:rsidRDefault="002D792D" w:rsidP="00B6519A">
            <w:pPr>
              <w:jc w:val="center"/>
              <w:rPr>
                <w:b/>
                <w:sz w:val="24"/>
              </w:rPr>
            </w:pPr>
          </w:p>
        </w:tc>
      </w:tr>
    </w:tbl>
    <w:p w14:paraId="254A1E77" w14:textId="77777777" w:rsidR="0099316E" w:rsidRDefault="0099316E" w:rsidP="0027685D">
      <w:pPr>
        <w:rPr>
          <w:sz w:val="24"/>
        </w:rPr>
      </w:pPr>
    </w:p>
    <w:sectPr w:rsidR="0099316E" w:rsidSect="00FB436C">
      <w:pgSz w:w="12240" w:h="15840"/>
      <w:pgMar w:top="864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699D6" w14:textId="77777777" w:rsidR="0099316E" w:rsidRDefault="0099316E" w:rsidP="003B65B5">
      <w:pPr>
        <w:spacing w:after="0" w:line="240" w:lineRule="auto"/>
      </w:pPr>
      <w:r>
        <w:separator/>
      </w:r>
    </w:p>
  </w:endnote>
  <w:endnote w:type="continuationSeparator" w:id="0">
    <w:p w14:paraId="16BD9180" w14:textId="77777777" w:rsidR="0099316E" w:rsidRDefault="0099316E" w:rsidP="003B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E23DF" w14:textId="77777777" w:rsidR="0099316E" w:rsidRDefault="0099316E" w:rsidP="003B65B5">
      <w:pPr>
        <w:spacing w:after="0" w:line="240" w:lineRule="auto"/>
      </w:pPr>
      <w:r>
        <w:separator/>
      </w:r>
    </w:p>
  </w:footnote>
  <w:footnote w:type="continuationSeparator" w:id="0">
    <w:p w14:paraId="45488727" w14:textId="77777777" w:rsidR="0099316E" w:rsidRDefault="0099316E" w:rsidP="003B65B5">
      <w:pPr>
        <w:spacing w:after="0" w:line="240" w:lineRule="auto"/>
      </w:pPr>
      <w:r>
        <w:continuationSeparator/>
      </w:r>
    </w:p>
  </w:footnote>
  <w:footnote w:id="1">
    <w:p w14:paraId="2FBF2F86" w14:textId="61B8B18E" w:rsidR="002D792D" w:rsidRPr="002D792D" w:rsidRDefault="002D792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In order to…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6883"/>
    <w:multiLevelType w:val="hybridMultilevel"/>
    <w:tmpl w:val="7D5CA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901051"/>
    <w:multiLevelType w:val="hybridMultilevel"/>
    <w:tmpl w:val="72908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C36CD"/>
    <w:multiLevelType w:val="hybridMultilevel"/>
    <w:tmpl w:val="2E642478"/>
    <w:lvl w:ilvl="0" w:tplc="9D066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A7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CAE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A8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C02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903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607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860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722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003A16"/>
    <w:multiLevelType w:val="hybridMultilevel"/>
    <w:tmpl w:val="4A4A8DE6"/>
    <w:lvl w:ilvl="0" w:tplc="1F78A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603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6E00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B64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42E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A6A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2AF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03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0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8A"/>
    <w:rsid w:val="00056135"/>
    <w:rsid w:val="000646F5"/>
    <w:rsid w:val="00073CE1"/>
    <w:rsid w:val="000863E2"/>
    <w:rsid w:val="00092FAA"/>
    <w:rsid w:val="000B585C"/>
    <w:rsid w:val="000C1A43"/>
    <w:rsid w:val="000C5374"/>
    <w:rsid w:val="001145BD"/>
    <w:rsid w:val="00182381"/>
    <w:rsid w:val="00193E02"/>
    <w:rsid w:val="001D79BD"/>
    <w:rsid w:val="00243689"/>
    <w:rsid w:val="00243CF8"/>
    <w:rsid w:val="0027685D"/>
    <w:rsid w:val="002D792D"/>
    <w:rsid w:val="003132B7"/>
    <w:rsid w:val="003179D6"/>
    <w:rsid w:val="00334600"/>
    <w:rsid w:val="0039432D"/>
    <w:rsid w:val="003B65B5"/>
    <w:rsid w:val="003C2D95"/>
    <w:rsid w:val="003C6A13"/>
    <w:rsid w:val="00400750"/>
    <w:rsid w:val="004F60E7"/>
    <w:rsid w:val="0053500A"/>
    <w:rsid w:val="005477FE"/>
    <w:rsid w:val="005E5805"/>
    <w:rsid w:val="005F2BD9"/>
    <w:rsid w:val="00604D96"/>
    <w:rsid w:val="006A5F50"/>
    <w:rsid w:val="006B5CC3"/>
    <w:rsid w:val="00714004"/>
    <w:rsid w:val="00732F69"/>
    <w:rsid w:val="00745BEA"/>
    <w:rsid w:val="00751003"/>
    <w:rsid w:val="0078288E"/>
    <w:rsid w:val="007D686D"/>
    <w:rsid w:val="007E7A74"/>
    <w:rsid w:val="00845E61"/>
    <w:rsid w:val="00885619"/>
    <w:rsid w:val="008F3884"/>
    <w:rsid w:val="00910BA9"/>
    <w:rsid w:val="00924281"/>
    <w:rsid w:val="0092603C"/>
    <w:rsid w:val="009830CE"/>
    <w:rsid w:val="0099316E"/>
    <w:rsid w:val="009B1715"/>
    <w:rsid w:val="009B1E61"/>
    <w:rsid w:val="009C1817"/>
    <w:rsid w:val="009F301C"/>
    <w:rsid w:val="00A119AA"/>
    <w:rsid w:val="00AC30ED"/>
    <w:rsid w:val="00AD4E8C"/>
    <w:rsid w:val="00B1344D"/>
    <w:rsid w:val="00B20768"/>
    <w:rsid w:val="00B3781F"/>
    <w:rsid w:val="00B915F5"/>
    <w:rsid w:val="00BD179D"/>
    <w:rsid w:val="00BF040E"/>
    <w:rsid w:val="00C9662C"/>
    <w:rsid w:val="00CA3B8A"/>
    <w:rsid w:val="00CA48EB"/>
    <w:rsid w:val="00D029AC"/>
    <w:rsid w:val="00D64045"/>
    <w:rsid w:val="00D93CF3"/>
    <w:rsid w:val="00D95351"/>
    <w:rsid w:val="00DE44A5"/>
    <w:rsid w:val="00E07257"/>
    <w:rsid w:val="00E2383F"/>
    <w:rsid w:val="00E31633"/>
    <w:rsid w:val="00E66DB8"/>
    <w:rsid w:val="00E7454D"/>
    <w:rsid w:val="00E9206A"/>
    <w:rsid w:val="00EC67C1"/>
    <w:rsid w:val="00EE1B2B"/>
    <w:rsid w:val="00EF73C9"/>
    <w:rsid w:val="00F071FF"/>
    <w:rsid w:val="00F46A9D"/>
    <w:rsid w:val="00F81294"/>
    <w:rsid w:val="00FB436C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75E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A9D"/>
    <w:pPr>
      <w:ind w:left="720"/>
      <w:contextualSpacing/>
    </w:pPr>
  </w:style>
  <w:style w:type="table" w:styleId="TableGrid">
    <w:name w:val="Table Grid"/>
    <w:basedOn w:val="TableNormal"/>
    <w:uiPriority w:val="59"/>
    <w:rsid w:val="0098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2A2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B65B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65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B6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4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02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0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FR%2051%20-%20Read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9AA2-AE12-2A45-B24D-F0BE767E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51 - Reading Activity.dotx</Template>
  <TotalTime>29</TotalTime>
  <Pages>1</Pages>
  <Words>114</Words>
  <Characters>654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Smith</dc:creator>
  <cp:lastModifiedBy>Edouard Smith</cp:lastModifiedBy>
  <cp:revision>8</cp:revision>
  <cp:lastPrinted>2011-11-09T14:52:00Z</cp:lastPrinted>
  <dcterms:created xsi:type="dcterms:W3CDTF">2013-12-02T17:58:00Z</dcterms:created>
  <dcterms:modified xsi:type="dcterms:W3CDTF">2014-05-15T22:19:00Z</dcterms:modified>
</cp:coreProperties>
</file>